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190E0" w14:textId="7A027EA8" w:rsidR="00E03E5D" w:rsidRDefault="00C06299" w:rsidP="00E03E5D">
      <w:pPr>
        <w:spacing w:before="2640"/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C53E5F">
        <w:rPr>
          <w:rFonts w:asciiTheme="minorHAnsi" w:hAnsiTheme="minorHAnsi"/>
          <w:sz w:val="18"/>
          <w:szCs w:val="18"/>
        </w:rPr>
        <w:t>2</w:t>
      </w:r>
      <w:r w:rsidRPr="00C06299">
        <w:rPr>
          <w:rFonts w:asciiTheme="minorHAnsi" w:hAnsiTheme="minorHAnsi"/>
          <w:sz w:val="18"/>
          <w:szCs w:val="18"/>
        </w:rPr>
        <w:t xml:space="preserve"> </w:t>
      </w:r>
      <w:r w:rsidR="00C53E5F">
        <w:rPr>
          <w:rFonts w:asciiTheme="minorHAnsi" w:hAnsiTheme="minorHAnsi"/>
          <w:sz w:val="18"/>
          <w:szCs w:val="18"/>
        </w:rPr>
        <w:t>Smlou</w:t>
      </w:r>
      <w:r w:rsidR="00FF2781">
        <w:rPr>
          <w:rFonts w:asciiTheme="minorHAnsi" w:hAnsiTheme="minorHAnsi"/>
          <w:sz w:val="18"/>
          <w:szCs w:val="18"/>
        </w:rPr>
        <w:t>vy</w:t>
      </w:r>
    </w:p>
    <w:p w14:paraId="4D9D9FE6" w14:textId="10AD9FA3" w:rsidR="00E03E5D" w:rsidRDefault="00627C1A" w:rsidP="12FC9F56">
      <w:pPr>
        <w:rPr>
          <w:rFonts w:asciiTheme="minorHAnsi" w:hAnsiTheme="minorHAnsi"/>
          <w:b/>
          <w:bCs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bCs/>
          <w:color w:val="FF5200" w:themeColor="accent2"/>
          <w:sz w:val="36"/>
          <w:szCs w:val="36"/>
        </w:rPr>
        <w:t>Cena</w:t>
      </w:r>
      <w:r w:rsidR="00FF2781" w:rsidRPr="12FC9F56">
        <w:rPr>
          <w:rFonts w:asciiTheme="minorHAnsi" w:hAnsiTheme="minorHAnsi"/>
          <w:b/>
          <w:bCs/>
          <w:color w:val="FF5200" w:themeColor="accent2"/>
          <w:sz w:val="36"/>
          <w:szCs w:val="36"/>
        </w:rPr>
        <w:t xml:space="preserve"> </w:t>
      </w:r>
      <w:r w:rsidR="00797AC0">
        <w:rPr>
          <w:rFonts w:asciiTheme="minorHAnsi" w:hAnsiTheme="minorHAnsi"/>
          <w:b/>
          <w:bCs/>
          <w:color w:val="FF5200" w:themeColor="accent2"/>
          <w:sz w:val="36"/>
          <w:szCs w:val="36"/>
        </w:rPr>
        <w:t>plnění</w:t>
      </w:r>
    </w:p>
    <w:p w14:paraId="2484A5EB" w14:textId="3B5E8D9B" w:rsidR="00F5548F" w:rsidRPr="004804AF" w:rsidRDefault="00F5548F" w:rsidP="00F5548F">
      <w:pPr>
        <w:spacing w:before="120"/>
        <w:jc w:val="both"/>
        <w:rPr>
          <w:i/>
          <w:iCs/>
        </w:rPr>
      </w:pPr>
      <w:r>
        <w:rPr>
          <w:i/>
          <w:iCs/>
        </w:rPr>
        <w:t>P</w:t>
      </w:r>
      <w:r w:rsidRPr="004804AF">
        <w:rPr>
          <w:i/>
          <w:iCs/>
        </w:rPr>
        <w:t>ozn. Jedná se o tabulku ve formátu Excel, pro úpravy ji otevřete dvojklikem.</w:t>
      </w:r>
      <w:r>
        <w:rPr>
          <w:i/>
          <w:iCs/>
        </w:rPr>
        <w:t xml:space="preserve"> Zadavatel si vyhrazuje pro účely uzavření Smlouvy odstranit z tabulky údaj týkající se celkové nabídkové ceny, který </w:t>
      </w:r>
      <w:proofErr w:type="gramStart"/>
      <w:r>
        <w:rPr>
          <w:i/>
          <w:iCs/>
        </w:rPr>
        <w:t>slouží</w:t>
      </w:r>
      <w:proofErr w:type="gramEnd"/>
      <w:r>
        <w:rPr>
          <w:i/>
          <w:iCs/>
        </w:rPr>
        <w:t xml:space="preserve"> pouze pro účely hodnocení nabídek v rámci výběrového řízení na veřejnou zakázku. </w:t>
      </w:r>
    </w:p>
    <w:p w14:paraId="2E9EFE0B" w14:textId="77777777" w:rsidR="00F5548F" w:rsidRDefault="00F5548F">
      <w:pPr>
        <w:spacing w:after="240" w:line="264" w:lineRule="auto"/>
        <w:rPr>
          <w:rFonts w:asciiTheme="minorHAnsi" w:hAnsiTheme="minorHAnsi"/>
          <w:b/>
          <w:bCs/>
          <w:color w:val="FF5200" w:themeColor="accent2"/>
          <w:sz w:val="36"/>
          <w:szCs w:val="36"/>
        </w:rPr>
      </w:pPr>
    </w:p>
    <w:p w14:paraId="3076E01B" w14:textId="5345A601" w:rsidR="00E03E5D" w:rsidRDefault="00E03E5D">
      <w:pPr>
        <w:spacing w:after="240" w:line="264" w:lineRule="auto"/>
        <w:rPr>
          <w:rFonts w:asciiTheme="minorHAnsi" w:hAnsiTheme="minorHAnsi"/>
          <w:b/>
          <w:bCs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bCs/>
          <w:color w:val="FF5200" w:themeColor="accent2"/>
          <w:sz w:val="36"/>
          <w:szCs w:val="36"/>
        </w:rPr>
        <w:br w:type="page"/>
      </w:r>
      <w:r w:rsidR="000026E2">
        <w:rPr>
          <w:noProof/>
          <w:sz w:val="18"/>
          <w:szCs w:val="18"/>
        </w:rPr>
        <w:lastRenderedPageBreak/>
        <w:object w:dxaOrig="1440" w:dyaOrig="1440" w14:anchorId="256D23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2.1pt;margin-top:-43.3pt;width:731.25pt;height:510.3pt;z-index:251659264;mso-position-horizontal-relative:margin;mso-position-vertical-relative:margin;mso-width-relative:page;mso-height-relative:page" wrapcoords="-22 0 -22 21544 21600 21544 21600 0 -22 0">
            <v:imagedata r:id="rId11" o:title=""/>
            <w10:wrap type="square" anchorx="margin" anchory="margin"/>
          </v:shape>
          <o:OLEObject Type="Embed" ProgID="Excel.Sheet.12" ShapeID="_x0000_s2050" DrawAspect="Content" ObjectID="_1784991554" r:id="rId12"/>
        </w:object>
      </w:r>
    </w:p>
    <w:sectPr w:rsidR="00E03E5D" w:rsidSect="00E03E5D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7C273" w14:textId="77777777" w:rsidR="00BC704C" w:rsidRDefault="00BC704C" w:rsidP="00962258">
      <w:pPr>
        <w:spacing w:after="0" w:line="240" w:lineRule="auto"/>
      </w:pPr>
      <w:r>
        <w:separator/>
      </w:r>
    </w:p>
  </w:endnote>
  <w:endnote w:type="continuationSeparator" w:id="0">
    <w:p w14:paraId="66976379" w14:textId="77777777" w:rsidR="00BC704C" w:rsidRDefault="00BC70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1D3C9DC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40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40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1EF1D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874A1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6CF3FBF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40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40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23B60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C466D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67E77" w14:textId="77777777" w:rsidR="00BC704C" w:rsidRDefault="00BC704C" w:rsidP="00962258">
      <w:pPr>
        <w:spacing w:after="0" w:line="240" w:lineRule="auto"/>
      </w:pPr>
      <w:r>
        <w:separator/>
      </w:r>
    </w:p>
  </w:footnote>
  <w:footnote w:type="continuationSeparator" w:id="0">
    <w:p w14:paraId="7411E83D" w14:textId="77777777" w:rsidR="00BC704C" w:rsidRDefault="00BC70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4E2694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02336194" name="Obrázek 1702336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E107F10"/>
    <w:multiLevelType w:val="hybridMultilevel"/>
    <w:tmpl w:val="9ECC6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298851153">
    <w:abstractNumId w:val="1"/>
  </w:num>
  <w:num w:numId="2" w16cid:durableId="1757020603">
    <w:abstractNumId w:val="0"/>
  </w:num>
  <w:num w:numId="3" w16cid:durableId="571113297">
    <w:abstractNumId w:val="2"/>
  </w:num>
  <w:num w:numId="4" w16cid:durableId="1901163087">
    <w:abstractNumId w:val="7"/>
  </w:num>
  <w:num w:numId="5" w16cid:durableId="884756470">
    <w:abstractNumId w:val="5"/>
  </w:num>
  <w:num w:numId="6" w16cid:durableId="984890254">
    <w:abstractNumId w:val="3"/>
  </w:num>
  <w:num w:numId="7" w16cid:durableId="1807356686">
    <w:abstractNumId w:val="6"/>
  </w:num>
  <w:num w:numId="8" w16cid:durableId="137200037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01"/>
    <w:rsid w:val="000026E2"/>
    <w:rsid w:val="00044798"/>
    <w:rsid w:val="00055D14"/>
    <w:rsid w:val="00072C1E"/>
    <w:rsid w:val="000A26E9"/>
    <w:rsid w:val="000B22A2"/>
    <w:rsid w:val="000C3207"/>
    <w:rsid w:val="000C5606"/>
    <w:rsid w:val="000E23A7"/>
    <w:rsid w:val="000F3F8F"/>
    <w:rsid w:val="0010693F"/>
    <w:rsid w:val="00114472"/>
    <w:rsid w:val="0012624C"/>
    <w:rsid w:val="001410B8"/>
    <w:rsid w:val="001550BC"/>
    <w:rsid w:val="001605B9"/>
    <w:rsid w:val="00165465"/>
    <w:rsid w:val="00170EC5"/>
    <w:rsid w:val="001747C1"/>
    <w:rsid w:val="00184743"/>
    <w:rsid w:val="001B3F9B"/>
    <w:rsid w:val="00207DF5"/>
    <w:rsid w:val="0025520D"/>
    <w:rsid w:val="002602A9"/>
    <w:rsid w:val="00267C2B"/>
    <w:rsid w:val="00272C51"/>
    <w:rsid w:val="00280E07"/>
    <w:rsid w:val="002A4110"/>
    <w:rsid w:val="002C31BF"/>
    <w:rsid w:val="002D08B1"/>
    <w:rsid w:val="002D25AC"/>
    <w:rsid w:val="002E0CD7"/>
    <w:rsid w:val="002F4DB8"/>
    <w:rsid w:val="00341DCF"/>
    <w:rsid w:val="00357BC6"/>
    <w:rsid w:val="00371A72"/>
    <w:rsid w:val="00372137"/>
    <w:rsid w:val="003952C8"/>
    <w:rsid w:val="003956C6"/>
    <w:rsid w:val="003F3848"/>
    <w:rsid w:val="00402929"/>
    <w:rsid w:val="00413341"/>
    <w:rsid w:val="00434E7F"/>
    <w:rsid w:val="00441430"/>
    <w:rsid w:val="00443712"/>
    <w:rsid w:val="00450F07"/>
    <w:rsid w:val="00453CD3"/>
    <w:rsid w:val="00460660"/>
    <w:rsid w:val="00460D16"/>
    <w:rsid w:val="004764C8"/>
    <w:rsid w:val="00486107"/>
    <w:rsid w:val="00491827"/>
    <w:rsid w:val="004A5DDA"/>
    <w:rsid w:val="004B348C"/>
    <w:rsid w:val="004C2ABB"/>
    <w:rsid w:val="004C4399"/>
    <w:rsid w:val="004C5D55"/>
    <w:rsid w:val="004C787C"/>
    <w:rsid w:val="004D3118"/>
    <w:rsid w:val="004D5810"/>
    <w:rsid w:val="004E143C"/>
    <w:rsid w:val="004E2694"/>
    <w:rsid w:val="004E3A53"/>
    <w:rsid w:val="004E7AAE"/>
    <w:rsid w:val="004F20BC"/>
    <w:rsid w:val="004F4B9B"/>
    <w:rsid w:val="004F5A74"/>
    <w:rsid w:val="004F69EA"/>
    <w:rsid w:val="0050397F"/>
    <w:rsid w:val="00511AB9"/>
    <w:rsid w:val="00520C8B"/>
    <w:rsid w:val="00523EA7"/>
    <w:rsid w:val="00553375"/>
    <w:rsid w:val="00557C28"/>
    <w:rsid w:val="005727D7"/>
    <w:rsid w:val="00572C8D"/>
    <w:rsid w:val="005736B7"/>
    <w:rsid w:val="00575E5A"/>
    <w:rsid w:val="00587505"/>
    <w:rsid w:val="005A4FB9"/>
    <w:rsid w:val="005C6BB7"/>
    <w:rsid w:val="005E5337"/>
    <w:rsid w:val="005F07F2"/>
    <w:rsid w:val="005F1404"/>
    <w:rsid w:val="0061055A"/>
    <w:rsid w:val="0061068E"/>
    <w:rsid w:val="00627C1A"/>
    <w:rsid w:val="006324D9"/>
    <w:rsid w:val="006565DB"/>
    <w:rsid w:val="00660AD3"/>
    <w:rsid w:val="00665389"/>
    <w:rsid w:val="00676C01"/>
    <w:rsid w:val="00677B7F"/>
    <w:rsid w:val="00693FE8"/>
    <w:rsid w:val="006A5570"/>
    <w:rsid w:val="006A689C"/>
    <w:rsid w:val="006B3D79"/>
    <w:rsid w:val="006C5929"/>
    <w:rsid w:val="006D7AFE"/>
    <w:rsid w:val="006E0578"/>
    <w:rsid w:val="006E1CEB"/>
    <w:rsid w:val="006E314D"/>
    <w:rsid w:val="006F7A36"/>
    <w:rsid w:val="00710723"/>
    <w:rsid w:val="007139D4"/>
    <w:rsid w:val="00723ED1"/>
    <w:rsid w:val="00743525"/>
    <w:rsid w:val="007447C9"/>
    <w:rsid w:val="007510F8"/>
    <w:rsid w:val="0076286B"/>
    <w:rsid w:val="00766846"/>
    <w:rsid w:val="00773FE8"/>
    <w:rsid w:val="0077577E"/>
    <w:rsid w:val="0077673A"/>
    <w:rsid w:val="00776B86"/>
    <w:rsid w:val="007846E1"/>
    <w:rsid w:val="00797AC0"/>
    <w:rsid w:val="007B570C"/>
    <w:rsid w:val="007C589B"/>
    <w:rsid w:val="007E4A6E"/>
    <w:rsid w:val="007F56A7"/>
    <w:rsid w:val="00807DD0"/>
    <w:rsid w:val="00807E35"/>
    <w:rsid w:val="00827094"/>
    <w:rsid w:val="008659F3"/>
    <w:rsid w:val="00886D4B"/>
    <w:rsid w:val="008903A0"/>
    <w:rsid w:val="00895406"/>
    <w:rsid w:val="008A3568"/>
    <w:rsid w:val="008A5B37"/>
    <w:rsid w:val="008D03B9"/>
    <w:rsid w:val="008F18D6"/>
    <w:rsid w:val="008F77F0"/>
    <w:rsid w:val="00904780"/>
    <w:rsid w:val="00922385"/>
    <w:rsid w:val="009223DF"/>
    <w:rsid w:val="00923DE9"/>
    <w:rsid w:val="00936091"/>
    <w:rsid w:val="00940D8A"/>
    <w:rsid w:val="0094402D"/>
    <w:rsid w:val="00962258"/>
    <w:rsid w:val="009678B7"/>
    <w:rsid w:val="00975DA7"/>
    <w:rsid w:val="009833E1"/>
    <w:rsid w:val="00983740"/>
    <w:rsid w:val="009849A6"/>
    <w:rsid w:val="0099238F"/>
    <w:rsid w:val="00992D9C"/>
    <w:rsid w:val="00996CB8"/>
    <w:rsid w:val="009B14A9"/>
    <w:rsid w:val="009B2E97"/>
    <w:rsid w:val="009C5216"/>
    <w:rsid w:val="009D362A"/>
    <w:rsid w:val="009E07F4"/>
    <w:rsid w:val="009F392E"/>
    <w:rsid w:val="00A07016"/>
    <w:rsid w:val="00A16E19"/>
    <w:rsid w:val="00A57049"/>
    <w:rsid w:val="00A6177B"/>
    <w:rsid w:val="00A66136"/>
    <w:rsid w:val="00A86FE5"/>
    <w:rsid w:val="00AA4CBB"/>
    <w:rsid w:val="00AA5D95"/>
    <w:rsid w:val="00AA65FA"/>
    <w:rsid w:val="00AA7351"/>
    <w:rsid w:val="00AD056F"/>
    <w:rsid w:val="00AD6731"/>
    <w:rsid w:val="00AE0D05"/>
    <w:rsid w:val="00B07B2C"/>
    <w:rsid w:val="00B15D0D"/>
    <w:rsid w:val="00B75EE1"/>
    <w:rsid w:val="00B77481"/>
    <w:rsid w:val="00B8518B"/>
    <w:rsid w:val="00B9657E"/>
    <w:rsid w:val="00BC704C"/>
    <w:rsid w:val="00BD7E91"/>
    <w:rsid w:val="00C02D0A"/>
    <w:rsid w:val="00C03A6E"/>
    <w:rsid w:val="00C06299"/>
    <w:rsid w:val="00C15DAF"/>
    <w:rsid w:val="00C242AE"/>
    <w:rsid w:val="00C349CB"/>
    <w:rsid w:val="00C44F6A"/>
    <w:rsid w:val="00C47AE3"/>
    <w:rsid w:val="00C53E5F"/>
    <w:rsid w:val="00C572D1"/>
    <w:rsid w:val="00CA2398"/>
    <w:rsid w:val="00CD1FC4"/>
    <w:rsid w:val="00CF51E7"/>
    <w:rsid w:val="00D02226"/>
    <w:rsid w:val="00D14708"/>
    <w:rsid w:val="00D21061"/>
    <w:rsid w:val="00D22D30"/>
    <w:rsid w:val="00D332A5"/>
    <w:rsid w:val="00D406D4"/>
    <w:rsid w:val="00D4108E"/>
    <w:rsid w:val="00D6163D"/>
    <w:rsid w:val="00D73549"/>
    <w:rsid w:val="00D73D46"/>
    <w:rsid w:val="00D831A3"/>
    <w:rsid w:val="00D836E7"/>
    <w:rsid w:val="00D849D7"/>
    <w:rsid w:val="00D871EE"/>
    <w:rsid w:val="00DB66C5"/>
    <w:rsid w:val="00DC3538"/>
    <w:rsid w:val="00DC4731"/>
    <w:rsid w:val="00DC75F3"/>
    <w:rsid w:val="00DD46F3"/>
    <w:rsid w:val="00DE56F2"/>
    <w:rsid w:val="00DF116D"/>
    <w:rsid w:val="00DF1758"/>
    <w:rsid w:val="00E03E5D"/>
    <w:rsid w:val="00E36C4A"/>
    <w:rsid w:val="00E77F15"/>
    <w:rsid w:val="00EB104F"/>
    <w:rsid w:val="00ED14BD"/>
    <w:rsid w:val="00F0533E"/>
    <w:rsid w:val="00F1048D"/>
    <w:rsid w:val="00F12643"/>
    <w:rsid w:val="00F12DEC"/>
    <w:rsid w:val="00F1715C"/>
    <w:rsid w:val="00F276DA"/>
    <w:rsid w:val="00F30B4F"/>
    <w:rsid w:val="00F310F8"/>
    <w:rsid w:val="00F35939"/>
    <w:rsid w:val="00F4036B"/>
    <w:rsid w:val="00F45607"/>
    <w:rsid w:val="00F5548F"/>
    <w:rsid w:val="00F5558F"/>
    <w:rsid w:val="00F659EB"/>
    <w:rsid w:val="00F75B76"/>
    <w:rsid w:val="00F86BA6"/>
    <w:rsid w:val="00FA0524"/>
    <w:rsid w:val="00FB506F"/>
    <w:rsid w:val="00FC5124"/>
    <w:rsid w:val="00FC6389"/>
    <w:rsid w:val="00FF1057"/>
    <w:rsid w:val="00FF2781"/>
    <w:rsid w:val="00FF5DEF"/>
    <w:rsid w:val="0ABB23DE"/>
    <w:rsid w:val="0BA87203"/>
    <w:rsid w:val="12FC9F56"/>
    <w:rsid w:val="174258FA"/>
    <w:rsid w:val="3E0C177D"/>
    <w:rsid w:val="3EA6ABB7"/>
    <w:rsid w:val="4AC5BF5C"/>
    <w:rsid w:val="51D48ECE"/>
    <w:rsid w:val="5212309F"/>
    <w:rsid w:val="5A2DC8BA"/>
    <w:rsid w:val="5DCD5E09"/>
    <w:rsid w:val="5F692E6A"/>
    <w:rsid w:val="6467D6A7"/>
    <w:rsid w:val="703584D1"/>
    <w:rsid w:val="75653111"/>
    <w:rsid w:val="7ADB5621"/>
    <w:rsid w:val="7F81D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4DBCAFB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47C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  <w:style w:type="paragraph" w:styleId="Revize">
    <w:name w:val="Revision"/>
    <w:hidden/>
    <w:uiPriority w:val="99"/>
    <w:semiHidden/>
    <w:rsid w:val="00B07B2C"/>
    <w:pPr>
      <w:spacing w:after="0" w:line="240" w:lineRule="auto"/>
    </w:pPr>
    <w:rPr>
      <w:rFonts w:ascii="Verdana" w:hAnsi="Verdana"/>
      <w:sz w:val="20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410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10B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10B8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0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10B8"/>
    <w:rPr>
      <w:rFonts w:ascii="Verdana" w:hAnsi="Verdana"/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86F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FA93B-0DC2-4297-96D1-F7B4785AF8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20</TotalTime>
  <Pages>2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5</cp:revision>
  <cp:lastPrinted>2017-11-28T17:18:00Z</cp:lastPrinted>
  <dcterms:created xsi:type="dcterms:W3CDTF">2024-08-01T08:08:00Z</dcterms:created>
  <dcterms:modified xsi:type="dcterms:W3CDTF">2024-08-12T16:13:00Z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